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E3" w:rsidRDefault="00081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for Locomotive</w:t>
      </w:r>
    </w:p>
    <w:p w:rsidR="00081718" w:rsidRDefault="00081718">
      <w:pPr>
        <w:rPr>
          <w:rFonts w:ascii="Times New Roman" w:hAnsi="Times New Roman" w:cs="Times New Roman"/>
          <w:sz w:val="24"/>
          <w:szCs w:val="24"/>
        </w:rPr>
      </w:pPr>
    </w:p>
    <w:p w:rsidR="00081718" w:rsidRDefault="00081718">
      <w:pPr>
        <w:rPr>
          <w:rFonts w:ascii="Times New Roman" w:hAnsi="Times New Roman" w:cs="Times New Roman"/>
          <w:sz w:val="24"/>
          <w:szCs w:val="24"/>
        </w:rPr>
      </w:pPr>
    </w:p>
    <w:p w:rsidR="00081718" w:rsidRDefault="00081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are to create a </w:t>
      </w:r>
      <w:r w:rsidR="00AB55A1">
        <w:rPr>
          <w:rFonts w:ascii="Times New Roman" w:hAnsi="Times New Roman" w:cs="Times New Roman"/>
          <w:sz w:val="24"/>
          <w:szCs w:val="24"/>
        </w:rPr>
        <w:t>journey brochure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81718" w:rsidRDefault="00081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reading and discussing the pictures, students create their own journey experience.  </w:t>
      </w:r>
      <w:r w:rsidR="00AB55A1">
        <w:rPr>
          <w:rFonts w:ascii="Times New Roman" w:hAnsi="Times New Roman" w:cs="Times New Roman"/>
          <w:sz w:val="24"/>
          <w:szCs w:val="24"/>
        </w:rPr>
        <w:t xml:space="preserve">The student’s will take the book and pick a few places that they would like to journey to.  They would be responsible for developing a brochure that showed their specific journey.  </w:t>
      </w:r>
    </w:p>
    <w:p w:rsidR="00AB55A1" w:rsidRDefault="00AB5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Requirements:</w:t>
      </w:r>
    </w:p>
    <w:p w:rsidR="00AB55A1" w:rsidRPr="00081718" w:rsidRDefault="00AB5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Four stops along the railroad.  Students will research each place and find specific things that are important or native to the area.  They will then be required to make a travel brochure that showed what you will see and experience if you chose their trip.  Students can include sights, restaurants, and fun things to do.  </w:t>
      </w:r>
      <w:bookmarkStart w:id="0" w:name="_GoBack"/>
      <w:bookmarkEnd w:id="0"/>
    </w:p>
    <w:sectPr w:rsidR="00AB55A1" w:rsidRPr="00081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718"/>
    <w:rsid w:val="00081718"/>
    <w:rsid w:val="004506E1"/>
    <w:rsid w:val="009E1807"/>
    <w:rsid w:val="00AB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73EEE44B</Template>
  <TotalTime>16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Garlow</dc:creator>
  <cp:lastModifiedBy>Lisa Garlow</cp:lastModifiedBy>
  <cp:revision>1</cp:revision>
  <dcterms:created xsi:type="dcterms:W3CDTF">2015-04-24T15:25:00Z</dcterms:created>
  <dcterms:modified xsi:type="dcterms:W3CDTF">2015-04-24T15:41:00Z</dcterms:modified>
</cp:coreProperties>
</file>